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AAB" w:rsidRDefault="00C60AAB" w:rsidP="00C60AAB">
      <w:pPr>
        <w:jc w:val="center"/>
        <w:rPr>
          <w:sz w:val="52"/>
          <w:szCs w:val="52"/>
        </w:rPr>
      </w:pPr>
      <w:r w:rsidRPr="00C60AAB">
        <w:rPr>
          <w:sz w:val="52"/>
          <w:szCs w:val="52"/>
        </w:rPr>
        <w:t>RESPOND IN YOUR NOTEBOOK</w:t>
      </w:r>
    </w:p>
    <w:p w:rsidR="00C60AAB" w:rsidRPr="00C60AAB" w:rsidRDefault="00CB1A29" w:rsidP="00C60AAB">
      <w:pPr>
        <w:jc w:val="center"/>
        <w:rPr>
          <w:sz w:val="52"/>
          <w:szCs w:val="52"/>
        </w:rPr>
      </w:pPr>
      <w:r>
        <w:rPr>
          <w:sz w:val="52"/>
          <w:szCs w:val="52"/>
        </w:rPr>
        <w:t>You will</w:t>
      </w:r>
      <w:r w:rsidR="00C60AAB">
        <w:rPr>
          <w:sz w:val="52"/>
          <w:szCs w:val="52"/>
        </w:rPr>
        <w:t xml:space="preserve"> eventually be turning this in.</w:t>
      </w:r>
    </w:p>
    <w:p w:rsidR="00C60AAB" w:rsidRDefault="00C60AAB"/>
    <w:p w:rsidR="00C60AAB" w:rsidRDefault="00C60AAB" w:rsidP="00C60AAB">
      <w:pPr>
        <w:jc w:val="center"/>
      </w:pPr>
      <w:r>
        <w:t>Pre-Reading Questions</w:t>
      </w:r>
    </w:p>
    <w:p w:rsidR="00C60AAB" w:rsidRDefault="00C60AAB"/>
    <w:p w:rsidR="00C60AAB" w:rsidRDefault="00C60AAB">
      <w:r>
        <w:t xml:space="preserve">1. The title of the story we are reading today is “Through the Tunnel.” Make a prediction, based on the title, of what you think this story will be about. </w:t>
      </w:r>
    </w:p>
    <w:p w:rsidR="00C60AAB" w:rsidRDefault="00C60AAB"/>
    <w:p w:rsidR="00C60AAB" w:rsidRDefault="00D77825">
      <w:r>
        <w:t>2. What might the phrase</w:t>
      </w:r>
      <w:r w:rsidR="00C60AAB">
        <w:t xml:space="preserve"> “</w:t>
      </w:r>
      <w:r>
        <w:t>rite of passage</w:t>
      </w:r>
      <w:r w:rsidR="00C60AAB">
        <w:t>”</w:t>
      </w:r>
      <w:r>
        <w:t xml:space="preserve"> mean? G</w:t>
      </w:r>
      <w:r w:rsidR="00C60AAB">
        <w:t>ive examples?</w:t>
      </w:r>
    </w:p>
    <w:p w:rsidR="00C60AAB" w:rsidRDefault="00C60AAB"/>
    <w:p w:rsidR="00C60AAB" w:rsidRDefault="00C60AAB">
      <w:r>
        <w:t xml:space="preserve">3. </w:t>
      </w:r>
      <w:r w:rsidR="00D77825">
        <w:t>What is the longest you can</w:t>
      </w:r>
      <w:r>
        <w:t xml:space="preserve"> hold your breath?</w:t>
      </w:r>
    </w:p>
    <w:p w:rsidR="00C60AAB" w:rsidRDefault="00C60AAB"/>
    <w:p w:rsidR="00C60AAB" w:rsidRDefault="00C60AAB">
      <w:r>
        <w:t xml:space="preserve">4. Do you come from a single parent family? </w:t>
      </w:r>
    </w:p>
    <w:p w:rsidR="00C60AAB" w:rsidRDefault="00C60AAB">
      <w:r>
        <w:t xml:space="preserve">(YES) If so, </w:t>
      </w:r>
      <w:r w:rsidR="00D77825">
        <w:t>what</w:t>
      </w:r>
      <w:r>
        <w:t xml:space="preserve"> different responsibilities or pressures </w:t>
      </w:r>
      <w:r w:rsidR="00D77825">
        <w:t>do you have that kids</w:t>
      </w:r>
      <w:r>
        <w:t xml:space="preserve"> grow</w:t>
      </w:r>
      <w:r w:rsidR="00D77825">
        <w:t>ing</w:t>
      </w:r>
      <w:r>
        <w:t xml:space="preserve"> up in a house with both parents</w:t>
      </w:r>
      <w:r w:rsidR="00D77825">
        <w:t xml:space="preserve"> might not have</w:t>
      </w:r>
      <w:r>
        <w:t>?</w:t>
      </w:r>
    </w:p>
    <w:p w:rsidR="00C60AAB" w:rsidRDefault="00C60AAB">
      <w:r>
        <w:t>(NO)If not</w:t>
      </w:r>
      <w:r w:rsidR="00D77825">
        <w:t>, how might children</w:t>
      </w:r>
      <w:bookmarkStart w:id="0" w:name="_GoBack"/>
      <w:bookmarkEnd w:id="0"/>
      <w:r>
        <w:t xml:space="preserve"> that are raised by one parent have different responsibilities at home than you do?</w:t>
      </w:r>
    </w:p>
    <w:p w:rsidR="00C60AAB" w:rsidRDefault="00C60AAB"/>
    <w:p w:rsidR="00C60AAB" w:rsidRDefault="00C60AAB">
      <w:r>
        <w:t>5. When have you ever taken a risk? What kind of a risk was it? After taking the risk, did it change you or your thinking?</w:t>
      </w:r>
    </w:p>
    <w:sectPr w:rsidR="00C60AAB" w:rsidSect="00C60A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AAB"/>
    <w:rsid w:val="00650926"/>
    <w:rsid w:val="00C60AAB"/>
    <w:rsid w:val="00CB1A29"/>
    <w:rsid w:val="00D7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1E400AFB</Template>
  <TotalTime>93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FDCSD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Fitzgerald</dc:creator>
  <cp:lastModifiedBy>Sara Fitzgerald</cp:lastModifiedBy>
  <cp:revision>1</cp:revision>
  <dcterms:created xsi:type="dcterms:W3CDTF">2014-09-03T12:38:00Z</dcterms:created>
  <dcterms:modified xsi:type="dcterms:W3CDTF">2014-09-03T14:11:00Z</dcterms:modified>
</cp:coreProperties>
</file>